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434E613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320B41">
        <w:rPr>
          <w:rFonts w:ascii="Corbel" w:hAnsi="Corbel"/>
          <w:b/>
          <w:smallCaps/>
          <w:sz w:val="24"/>
          <w:szCs w:val="24"/>
        </w:rPr>
        <w:t>2019-2022</w:t>
      </w:r>
    </w:p>
    <w:p w14:paraId="0B111A23" w14:textId="05E8080E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320B41">
        <w:rPr>
          <w:rFonts w:ascii="Corbel" w:hAnsi="Corbel"/>
          <w:smallCaps/>
          <w:sz w:val="24"/>
          <w:szCs w:val="24"/>
        </w:rPr>
        <w:t>1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320B41">
        <w:rPr>
          <w:rFonts w:ascii="Corbel" w:hAnsi="Corbel"/>
          <w:smallCaps/>
          <w:sz w:val="24"/>
          <w:szCs w:val="24"/>
        </w:rPr>
        <w:t>2</w:t>
      </w:r>
      <w:bookmarkStart w:id="0" w:name="_GoBack"/>
      <w:bookmarkEnd w:id="0"/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290DC4" w:rsidR="0085747A" w:rsidRPr="009C54AE" w:rsidRDefault="002C0814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325C305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54DAAA8" w:rsidR="00015B8F" w:rsidRPr="009C54AE" w:rsidRDefault="00CC58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32BD601F" w:rsidRPr="53F95F2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</w:t>
            </w:r>
            <w:proofErr w:type="spellStart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Solver</w:t>
            </w:r>
            <w:proofErr w:type="spellEnd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Nieliniowe zagadnienia optymalizacyjne (metoda </w:t>
            </w:r>
            <w:proofErr w:type="spellStart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Lagrange`a</w:t>
            </w:r>
            <w:proofErr w:type="spellEnd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Zastosowanie metod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CPM-Cost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14:paraId="60DA3216" w14:textId="75688165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1CA281A6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21547B7F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411287D6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3. Gajda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J.B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Jadczak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7C37E" w14:textId="77777777" w:rsidR="00571311" w:rsidRDefault="00571311" w:rsidP="00C16ABF">
      <w:pPr>
        <w:spacing w:after="0" w:line="240" w:lineRule="auto"/>
      </w:pPr>
      <w:r>
        <w:separator/>
      </w:r>
    </w:p>
  </w:endnote>
  <w:endnote w:type="continuationSeparator" w:id="0">
    <w:p w14:paraId="793DB6BC" w14:textId="77777777" w:rsidR="00571311" w:rsidRDefault="005713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7794B" w14:textId="77777777" w:rsidR="00571311" w:rsidRDefault="00571311" w:rsidP="00C16ABF">
      <w:pPr>
        <w:spacing w:after="0" w:line="240" w:lineRule="auto"/>
      </w:pPr>
      <w:r>
        <w:separator/>
      </w:r>
    </w:p>
  </w:footnote>
  <w:footnote w:type="continuationSeparator" w:id="0">
    <w:p w14:paraId="3741E561" w14:textId="77777777" w:rsidR="00571311" w:rsidRDefault="0057131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2B1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81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B41"/>
    <w:rsid w:val="003220CC"/>
    <w:rsid w:val="003343CF"/>
    <w:rsid w:val="00346FE9"/>
    <w:rsid w:val="0034759A"/>
    <w:rsid w:val="003503F6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311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1B9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4155"/>
    <w:rsid w:val="0081554D"/>
    <w:rsid w:val="0081707E"/>
    <w:rsid w:val="00824A72"/>
    <w:rsid w:val="0083076C"/>
    <w:rsid w:val="008449B3"/>
    <w:rsid w:val="008552A2"/>
    <w:rsid w:val="0085747A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C58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A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0AFFD1-15EF-4414-BA63-D0070A85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897</Words>
  <Characters>5382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2019-02-06T13:12:00Z</cp:lastPrinted>
  <dcterms:created xsi:type="dcterms:W3CDTF">2020-12-15T13:57:00Z</dcterms:created>
  <dcterms:modified xsi:type="dcterms:W3CDTF">2021-11-05T11:38:00Z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